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72658" w14:paraId="45F541C0" w14:textId="77777777" w:rsidTr="00146EEC">
        <w:tc>
          <w:tcPr>
            <w:tcW w:w="2689" w:type="dxa"/>
          </w:tcPr>
          <w:p w14:paraId="0856D96A" w14:textId="0F918DA6" w:rsidR="00F72658" w:rsidRPr="002D49DA" w:rsidRDefault="00F72658" w:rsidP="00F72658">
            <w:pPr>
              <w:pStyle w:val="SIText"/>
            </w:pPr>
            <w:r w:rsidRPr="002D49DA">
              <w:t xml:space="preserve">Release </w:t>
            </w:r>
            <w:proofErr w:type="gramStart"/>
            <w:r w:rsidR="00F7293C">
              <w:t>1</w:t>
            </w:r>
            <w:proofErr w:type="gramEnd"/>
          </w:p>
        </w:tc>
        <w:tc>
          <w:tcPr>
            <w:tcW w:w="6939" w:type="dxa"/>
          </w:tcPr>
          <w:p w14:paraId="06DF776D" w14:textId="7FC0C2EE" w:rsidR="00F72658" w:rsidRPr="002D49DA" w:rsidRDefault="00F72658" w:rsidP="00F72658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>
              <w:t>7</w:t>
            </w:r>
            <w:r w:rsidRPr="002D49D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FDEE9F3" w:rsidR="00F1480E" w:rsidRPr="000754EC" w:rsidRDefault="00AE7DC4" w:rsidP="000754EC">
            <w:pPr>
              <w:pStyle w:val="SIUNITCODE"/>
            </w:pPr>
            <w:r w:rsidRPr="00AE7DC4">
              <w:t>FWPFGM4XXX</w:t>
            </w:r>
            <w:r w:rsidRPr="00AE7DC4" w:rsidDel="00AE7DC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8240ED7" w14:textId="11132E12" w:rsidR="00F1480E" w:rsidRPr="000754EC" w:rsidRDefault="00F72658" w:rsidP="000754EC">
            <w:pPr>
              <w:pStyle w:val="SIUnittitle"/>
            </w:pPr>
            <w:r>
              <w:t xml:space="preserve">Plan for and coordinate </w:t>
            </w:r>
            <w:r w:rsidRPr="00F72658">
              <w:t>a pests and diseases assessment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AF25ED" w14:textId="66E0BCBE" w:rsidR="004C1FFC" w:rsidRPr="004C1FFC" w:rsidRDefault="004C1FFC" w:rsidP="004C1FFC">
            <w:pPr>
              <w:pStyle w:val="SIText"/>
            </w:pPr>
            <w:r w:rsidRPr="004C1FFC">
              <w:t xml:space="preserve">This unit of competency describes the </w:t>
            </w:r>
            <w:r w:rsidR="00D5668D">
              <w:t>skills and knowledge</w:t>
            </w:r>
            <w:r w:rsidR="00D5668D" w:rsidRPr="004C1FFC">
              <w:t xml:space="preserve"> </w:t>
            </w:r>
            <w:proofErr w:type="gramStart"/>
            <w:r w:rsidRPr="004C1FFC">
              <w:t>required</w:t>
            </w:r>
            <w:proofErr w:type="gramEnd"/>
            <w:r w:rsidRPr="004C1FFC">
              <w:t xml:space="preserve"> to assess the presence and level of pests and diseases within a forest area. The unit includes the assessment of animal populations, weeds, </w:t>
            </w:r>
            <w:proofErr w:type="gramStart"/>
            <w:r w:rsidRPr="004C1FFC">
              <w:t>diseases</w:t>
            </w:r>
            <w:proofErr w:type="gramEnd"/>
            <w:r w:rsidRPr="004C1FFC">
              <w:t xml:space="preserve"> and pests.</w:t>
            </w:r>
          </w:p>
          <w:p w14:paraId="0A4EDF20" w14:textId="77777777" w:rsidR="004C1FFC" w:rsidRPr="004C1FFC" w:rsidRDefault="004C1FFC" w:rsidP="004C1FFC">
            <w:pPr>
              <w:pStyle w:val="SIText"/>
            </w:pPr>
          </w:p>
          <w:p w14:paraId="0ED28301" w14:textId="29320FF9" w:rsidR="004C1FFC" w:rsidRPr="004C1FFC" w:rsidRDefault="004C1FFC" w:rsidP="004C1FFC">
            <w:pPr>
              <w:pStyle w:val="SIText"/>
            </w:pPr>
            <w:r w:rsidRPr="004C1FFC">
              <w:t xml:space="preserve">The unit applies to </w:t>
            </w:r>
            <w:r w:rsidR="00567CBC">
              <w:t xml:space="preserve">individuals </w:t>
            </w:r>
            <w:r w:rsidR="00F7293C">
              <w:t xml:space="preserve">involved in </w:t>
            </w:r>
            <w:r w:rsidR="009014FA">
              <w:t>planning and supervising a pests and diseases asse</w:t>
            </w:r>
            <w:r w:rsidR="00B23D18">
              <w:t>s</w:t>
            </w:r>
            <w:r w:rsidR="009014FA">
              <w:t xml:space="preserve">sment as part </w:t>
            </w:r>
            <w:r w:rsidR="00B23D18">
              <w:t xml:space="preserve">of forestry operations. </w:t>
            </w:r>
          </w:p>
          <w:p w14:paraId="0ECEF4FC" w14:textId="77777777" w:rsidR="00F72658" w:rsidRDefault="00F72658" w:rsidP="00F72658">
            <w:pPr>
              <w:rPr>
                <w:rStyle w:val="SITemporaryText-red"/>
              </w:rPr>
            </w:pPr>
          </w:p>
          <w:p w14:paraId="7B8DF8DA" w14:textId="1B7FBEFF" w:rsidR="00F72658" w:rsidRPr="00AE7DC4" w:rsidRDefault="00F72658" w:rsidP="00F7293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54FD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2D54FD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2D54FD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3CF86F91" w14:textId="77777777" w:rsidR="004C1FFC" w:rsidRPr="004C1FFC" w:rsidRDefault="004C1FFC" w:rsidP="004C1FFC">
            <w:pPr>
              <w:pStyle w:val="SIText"/>
            </w:pPr>
          </w:p>
          <w:p w14:paraId="034C6C33" w14:textId="5DEDBE9A" w:rsidR="00EA2FCF" w:rsidRPr="00835678" w:rsidRDefault="00835678" w:rsidP="00835678">
            <w:pPr>
              <w:pStyle w:val="SIText"/>
            </w:pPr>
            <w:r w:rsidRPr="00835678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9AA451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4C1FF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6D423C0" w:rsidR="004C1FFC" w:rsidRPr="004C1FFC" w:rsidRDefault="004C1FFC" w:rsidP="004C1FFC">
            <w:pPr>
              <w:pStyle w:val="SIText"/>
            </w:pPr>
            <w:r w:rsidRPr="004C1FFC">
              <w:t xml:space="preserve">1. Prepare for </w:t>
            </w:r>
            <w:r w:rsidR="00474A3C" w:rsidRPr="004C1FFC">
              <w:t xml:space="preserve">pests and </w:t>
            </w:r>
            <w:r w:rsidR="00474A3C" w:rsidRPr="00474A3C">
              <w:t>diseases assessment</w:t>
            </w:r>
          </w:p>
        </w:tc>
        <w:tc>
          <w:tcPr>
            <w:tcW w:w="3604" w:type="pct"/>
            <w:shd w:val="clear" w:color="auto" w:fill="auto"/>
          </w:tcPr>
          <w:p w14:paraId="07682CA3" w14:textId="32AC5DB4" w:rsidR="004C1FFC" w:rsidRPr="004C1FFC" w:rsidRDefault="004C1FFC" w:rsidP="004C1FFC">
            <w:r w:rsidRPr="004C1FFC">
              <w:t xml:space="preserve">1.1 </w:t>
            </w:r>
            <w:r w:rsidR="009B150D" w:rsidRPr="00C61696">
              <w:t xml:space="preserve">Determine frequency of assessment </w:t>
            </w:r>
            <w:r w:rsidR="009B150D" w:rsidRPr="009B150D">
              <w:t xml:space="preserve">activities and calculate size of sample area taking into account inventory programs, budgets and workplace </w:t>
            </w:r>
            <w:proofErr w:type="gramStart"/>
            <w:r w:rsidR="009B150D" w:rsidRPr="009B150D">
              <w:t>guidelines</w:t>
            </w:r>
            <w:proofErr w:type="gramEnd"/>
          </w:p>
          <w:p w14:paraId="59512AA6" w14:textId="208955A2" w:rsidR="000452D5" w:rsidRPr="000452D5" w:rsidRDefault="004C1FFC" w:rsidP="00F7293C">
            <w:pPr>
              <w:pStyle w:val="SIBulletList1"/>
              <w:numPr>
                <w:ilvl w:val="0"/>
                <w:numId w:val="0"/>
              </w:numPr>
            </w:pPr>
            <w:r w:rsidRPr="004C1FFC">
              <w:t xml:space="preserve">1.2 </w:t>
            </w:r>
            <w:r w:rsidR="000452D5">
              <w:t>Applied</w:t>
            </w:r>
            <w:r w:rsidR="000452D5" w:rsidRPr="000452D5">
              <w:t xml:space="preserve"> physical, biological and environmental indicators </w:t>
            </w:r>
            <w:r w:rsidR="00F50487">
              <w:t xml:space="preserve">to determine the presence </w:t>
            </w:r>
            <w:r w:rsidR="000452D5" w:rsidRPr="000452D5">
              <w:t>of pests and diseases in a forest</w:t>
            </w:r>
            <w:r w:rsidR="00DA6B56">
              <w:t xml:space="preserve">ed </w:t>
            </w:r>
            <w:proofErr w:type="gramStart"/>
            <w:r w:rsidR="00DA6B56">
              <w:t>area</w:t>
            </w:r>
            <w:proofErr w:type="gramEnd"/>
          </w:p>
          <w:p w14:paraId="06B06F3A" w14:textId="0B1029B2" w:rsidR="004C1FFC" w:rsidRPr="004C1FFC" w:rsidRDefault="004C1FFC" w:rsidP="004C1FFC">
            <w:r w:rsidRPr="004C1FFC">
              <w:t xml:space="preserve">1.3 Select methods of pest and disease measurement according to the forest management </w:t>
            </w:r>
            <w:proofErr w:type="gramStart"/>
            <w:r w:rsidRPr="004C1FFC">
              <w:t>plan</w:t>
            </w:r>
            <w:proofErr w:type="gramEnd"/>
          </w:p>
          <w:p w14:paraId="1A265CE2" w14:textId="085867F1" w:rsidR="004C1FFC" w:rsidRDefault="004C1FFC" w:rsidP="004C1FFC">
            <w:r w:rsidRPr="004C1FFC">
              <w:t xml:space="preserve">1.4 </w:t>
            </w:r>
            <w:r w:rsidR="00A920CC">
              <w:t>Identify</w:t>
            </w:r>
            <w:r w:rsidR="00A920CC" w:rsidRPr="004C1FFC">
              <w:t xml:space="preserve"> </w:t>
            </w:r>
            <w:r w:rsidRPr="004C1FFC">
              <w:t xml:space="preserve">and adhere to site environmental protection </w:t>
            </w:r>
            <w:proofErr w:type="gramStart"/>
            <w:r w:rsidRPr="004C1FFC">
              <w:t>measures</w:t>
            </w:r>
            <w:proofErr w:type="gramEnd"/>
          </w:p>
          <w:p w14:paraId="4CC5FE7A" w14:textId="59174EBD" w:rsidR="00117B88" w:rsidRPr="00117B88" w:rsidRDefault="00117B88" w:rsidP="00117B88">
            <w:r>
              <w:t>1.5</w:t>
            </w:r>
            <w:r w:rsidRPr="004C1FFC">
              <w:t xml:space="preserve"> Select method of assessment with regard to the </w:t>
            </w:r>
            <w:r w:rsidR="00684A59" w:rsidRPr="00C61696">
              <w:t xml:space="preserve">forest type, </w:t>
            </w:r>
            <w:r w:rsidR="00684A59">
              <w:t xml:space="preserve">pest and disease type, </w:t>
            </w:r>
            <w:r w:rsidR="00684A59" w:rsidRPr="00C61696">
              <w:t>environment</w:t>
            </w:r>
            <w:r w:rsidR="00684A59" w:rsidRPr="00684A59">
              <w:t xml:space="preserve"> protection requirements and workplace </w:t>
            </w:r>
            <w:proofErr w:type="gramStart"/>
            <w:r w:rsidR="00684A59" w:rsidRPr="00684A59">
              <w:t>procedures</w:t>
            </w:r>
            <w:proofErr w:type="gramEnd"/>
          </w:p>
          <w:p w14:paraId="62C066E2" w14:textId="29642557" w:rsidR="00117B88" w:rsidRPr="00117B88" w:rsidRDefault="00117B88" w:rsidP="00117B88">
            <w:r>
              <w:t>1.6</w:t>
            </w:r>
            <w:r w:rsidRPr="004C1FFC">
              <w:t xml:space="preserve"> Coordinate people, materials and equipment for the </w:t>
            </w:r>
            <w:r w:rsidRPr="00117B88">
              <w:t>pest and disease</w:t>
            </w:r>
            <w:r w:rsidRPr="004C1FFC">
              <w:t xml:space="preserve"> assessment</w:t>
            </w:r>
          </w:p>
          <w:p w14:paraId="0A37E0C5" w14:textId="377BE2A4" w:rsidR="00117B88" w:rsidRPr="00117B88" w:rsidRDefault="00117B88" w:rsidP="00117B88">
            <w:r>
              <w:t>1.7</w:t>
            </w:r>
            <w:r w:rsidRPr="004C1FFC">
              <w:t xml:space="preserve"> Organise schedule for the </w:t>
            </w:r>
            <w:r>
              <w:t>pest and disease</w:t>
            </w:r>
            <w:r w:rsidRPr="004C1FFC">
              <w:t xml:space="preserve"> assessment in conjunction with other relevant forest operations </w:t>
            </w:r>
            <w:proofErr w:type="gramStart"/>
            <w:r w:rsidRPr="004C1FFC">
              <w:t>personnel</w:t>
            </w:r>
            <w:proofErr w:type="gramEnd"/>
          </w:p>
          <w:p w14:paraId="1696B99B" w14:textId="716FFD12" w:rsidR="00117B88" w:rsidRPr="004C1FFC" w:rsidRDefault="00117B88" w:rsidP="004C1FFC">
            <w:r>
              <w:t>1.8</w:t>
            </w:r>
            <w:r w:rsidRPr="004C1FFC">
              <w:t xml:space="preserve"> Obtain permits or licences </w:t>
            </w:r>
            <w:proofErr w:type="gramStart"/>
            <w:r w:rsidRPr="004C1FFC">
              <w:t>required</w:t>
            </w:r>
            <w:proofErr w:type="gramEnd"/>
            <w:r w:rsidRPr="004C1FFC">
              <w:t xml:space="preserve"> for the assessment</w:t>
            </w:r>
          </w:p>
        </w:tc>
      </w:tr>
      <w:tr w:rsidR="004C1FF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2982B3E" w:rsidR="004C1FFC" w:rsidRPr="004C1FFC" w:rsidRDefault="004C1FFC" w:rsidP="004C1FFC">
            <w:pPr>
              <w:pStyle w:val="SIText"/>
            </w:pPr>
            <w:r w:rsidRPr="004C1FFC">
              <w:t xml:space="preserve">2. </w:t>
            </w:r>
            <w:r w:rsidR="002D54FD">
              <w:t>Coordinate i</w:t>
            </w:r>
            <w:r w:rsidRPr="004C1FFC">
              <w:t>mplement</w:t>
            </w:r>
            <w:r w:rsidR="002D54FD">
              <w:t>ation of</w:t>
            </w:r>
            <w:r w:rsidRPr="004C1FFC">
              <w:t xml:space="preserve"> pests and diseases assessment</w:t>
            </w:r>
          </w:p>
        </w:tc>
        <w:tc>
          <w:tcPr>
            <w:tcW w:w="3604" w:type="pct"/>
            <w:shd w:val="clear" w:color="auto" w:fill="auto"/>
          </w:tcPr>
          <w:p w14:paraId="29F00128" w14:textId="4C3659F3" w:rsidR="00DB09AF" w:rsidRDefault="004C1FFC" w:rsidP="004C1FFC">
            <w:r w:rsidRPr="004C1FFC">
              <w:t>2.</w:t>
            </w:r>
            <w:r w:rsidR="00DB09AF">
              <w:t>1</w:t>
            </w:r>
            <w:r w:rsidRPr="004C1FFC">
              <w:t xml:space="preserve"> Direct personnel </w:t>
            </w:r>
            <w:r w:rsidR="000742F7" w:rsidRPr="004C1FFC">
              <w:t>underta</w:t>
            </w:r>
            <w:r w:rsidR="000742F7">
              <w:t>king</w:t>
            </w:r>
            <w:r w:rsidRPr="004C1FFC">
              <w:t xml:space="preserve"> the </w:t>
            </w:r>
            <w:proofErr w:type="gramStart"/>
            <w:r w:rsidRPr="004C1FFC">
              <w:t>assessment</w:t>
            </w:r>
            <w:proofErr w:type="gramEnd"/>
          </w:p>
          <w:p w14:paraId="7769173F" w14:textId="5C25A687" w:rsidR="00DB09AF" w:rsidRDefault="00DB09AF" w:rsidP="00DB09AF">
            <w:r>
              <w:t xml:space="preserve">2.2 Coordinate the </w:t>
            </w:r>
            <w:r w:rsidRPr="00DB09AF">
              <w:t xml:space="preserve">collection of data </w:t>
            </w:r>
            <w:r w:rsidR="000742F7">
              <w:t xml:space="preserve">on pests and </w:t>
            </w:r>
            <w:proofErr w:type="gramStart"/>
            <w:r w:rsidR="000742F7">
              <w:t>diseases</w:t>
            </w:r>
            <w:proofErr w:type="gramEnd"/>
          </w:p>
          <w:p w14:paraId="19B1C177" w14:textId="13DE3D0A" w:rsidR="00AA70A4" w:rsidRPr="00DB09AF" w:rsidRDefault="00AA70A4" w:rsidP="00DB09AF">
            <w:r>
              <w:t>2.3</w:t>
            </w:r>
            <w:r w:rsidRPr="00AA70A4">
              <w:t xml:space="preserve"> Ensure personnel engaged in assessment activities comply with environmental, legislative and workplace </w:t>
            </w:r>
            <w:proofErr w:type="gramStart"/>
            <w:r w:rsidRPr="00AA70A4">
              <w:t>requirements</w:t>
            </w:r>
            <w:proofErr w:type="gramEnd"/>
          </w:p>
          <w:p w14:paraId="191FF989" w14:textId="20D7F93E" w:rsidR="004C1FFC" w:rsidRDefault="004C1FFC" w:rsidP="004C1FFC">
            <w:r w:rsidRPr="004C1FFC">
              <w:t>2.</w:t>
            </w:r>
            <w:r w:rsidR="00AA70A4">
              <w:t>4</w:t>
            </w:r>
            <w:r w:rsidRPr="004C1FFC">
              <w:t xml:space="preserve"> Communicate regularly with contractors and operational staff to ensure smooth operation and progress.</w:t>
            </w:r>
          </w:p>
          <w:p w14:paraId="0F0686A9" w14:textId="381A2960" w:rsidR="003009FF" w:rsidRPr="003009FF" w:rsidRDefault="003009FF" w:rsidP="003009FF">
            <w:r>
              <w:t>2.5</w:t>
            </w:r>
            <w:r w:rsidRPr="003009FF">
              <w:t xml:space="preserve"> Monitor and review assessment activities and consult operational staff and contractors for potential </w:t>
            </w:r>
            <w:proofErr w:type="gramStart"/>
            <w:r w:rsidRPr="003009FF">
              <w:t>improvements</w:t>
            </w:r>
            <w:proofErr w:type="gramEnd"/>
          </w:p>
          <w:p w14:paraId="6BB72E57" w14:textId="07DCAE83" w:rsidR="004C1FFC" w:rsidRPr="004C1FFC" w:rsidRDefault="004C1FFC" w:rsidP="004C1FFC">
            <w:pPr>
              <w:pStyle w:val="SIText"/>
            </w:pPr>
            <w:r w:rsidRPr="004C1FFC">
              <w:t>2.</w:t>
            </w:r>
            <w:r w:rsidR="003009FF">
              <w:t>6</w:t>
            </w:r>
            <w:r w:rsidRPr="004C1FFC">
              <w:t xml:space="preserve"> </w:t>
            </w:r>
            <w:r w:rsidR="000B4828">
              <w:t>Collate and i</w:t>
            </w:r>
            <w:r w:rsidR="000B4828" w:rsidRPr="000B4828">
              <w:t>nterpret regeneration data</w:t>
            </w:r>
          </w:p>
        </w:tc>
      </w:tr>
      <w:tr w:rsidR="00864D26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381F9029" w:rsidR="00864D26" w:rsidRPr="00864D26" w:rsidRDefault="00864D26" w:rsidP="00864D26">
            <w:pPr>
              <w:pStyle w:val="SIText"/>
            </w:pPr>
            <w:r w:rsidRPr="00C61696">
              <w:t xml:space="preserve">3. </w:t>
            </w:r>
            <w:r w:rsidRPr="00864D26">
              <w:t>Report on assessment outcomes</w:t>
            </w:r>
          </w:p>
        </w:tc>
        <w:tc>
          <w:tcPr>
            <w:tcW w:w="3604" w:type="pct"/>
            <w:shd w:val="clear" w:color="auto" w:fill="auto"/>
          </w:tcPr>
          <w:p w14:paraId="659D350D" w14:textId="77777777" w:rsidR="00864D26" w:rsidRPr="00864D26" w:rsidRDefault="00864D26" w:rsidP="00864D26">
            <w:r w:rsidRPr="00C61696">
              <w:t>3.</w:t>
            </w:r>
            <w:r w:rsidRPr="00864D26">
              <w:t xml:space="preserve">1 Record and report on assessment outcomes according to workplace procedures </w:t>
            </w:r>
          </w:p>
          <w:p w14:paraId="3EF93DA5" w14:textId="21A55823" w:rsidR="00864D26" w:rsidRPr="00864D26" w:rsidRDefault="00864D26" w:rsidP="00864D26">
            <w:r>
              <w:t xml:space="preserve">3.2 </w:t>
            </w:r>
            <w:r w:rsidRPr="00864D26">
              <w:t>Review assessment method for potential improvements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C5275" w:rsidRPr="00336FCA" w:rsidDel="00423CB2" w14:paraId="1CF24FD6" w14:textId="77777777" w:rsidTr="00CA2922">
        <w:tc>
          <w:tcPr>
            <w:tcW w:w="1396" w:type="pct"/>
          </w:tcPr>
          <w:p w14:paraId="6D88B952" w14:textId="5F32F49B" w:rsidR="001C5275" w:rsidRPr="001C5275" w:rsidRDefault="001C5275" w:rsidP="001C5275">
            <w:pPr>
              <w:pStyle w:val="SIText"/>
              <w:rPr>
                <w:rStyle w:val="SITemporaryText-red"/>
              </w:rPr>
            </w:pPr>
            <w:r w:rsidRPr="00CB3E68">
              <w:t>Readin</w:t>
            </w:r>
            <w:r w:rsidRPr="001C5275">
              <w:t>g</w:t>
            </w:r>
          </w:p>
        </w:tc>
        <w:tc>
          <w:tcPr>
            <w:tcW w:w="3604" w:type="pct"/>
          </w:tcPr>
          <w:p w14:paraId="1B7CC730" w14:textId="53398F78" w:rsidR="001C5275" w:rsidRPr="001C5275" w:rsidRDefault="00E9168C" w:rsidP="001C5275">
            <w:pPr>
              <w:pStyle w:val="SIBulletList1"/>
              <w:rPr>
                <w:rStyle w:val="SITemporaryText-red"/>
              </w:rPr>
            </w:pPr>
            <w:r>
              <w:t>I</w:t>
            </w:r>
            <w:r w:rsidR="001C5275" w:rsidRPr="00CB3E68">
              <w:t xml:space="preserve">nterpret familiar and detailed </w:t>
            </w:r>
            <w:r w:rsidR="001C5275" w:rsidRPr="001C5275">
              <w:t>organisational policies and procedures and complex documents such as forest management plans</w:t>
            </w:r>
          </w:p>
        </w:tc>
      </w:tr>
      <w:tr w:rsidR="00E9168C" w:rsidRPr="00336FCA" w:rsidDel="00423CB2" w14:paraId="1D3AF5EE" w14:textId="77777777" w:rsidTr="00CA2922">
        <w:tc>
          <w:tcPr>
            <w:tcW w:w="1396" w:type="pct"/>
          </w:tcPr>
          <w:p w14:paraId="16ED7E97" w14:textId="5B791B2B" w:rsidR="00E9168C" w:rsidRPr="00E9168C" w:rsidRDefault="00E9168C" w:rsidP="00E9168C">
            <w:pPr>
              <w:pStyle w:val="SIText"/>
              <w:rPr>
                <w:rStyle w:val="SITemporaryText-red"/>
              </w:rPr>
            </w:pPr>
            <w:r w:rsidRPr="00CB3E68">
              <w:t>Writing</w:t>
            </w:r>
          </w:p>
        </w:tc>
        <w:tc>
          <w:tcPr>
            <w:tcW w:w="3604" w:type="pct"/>
          </w:tcPr>
          <w:p w14:paraId="0F32718D" w14:textId="106E1F1A" w:rsidR="00E9168C" w:rsidRPr="00E9168C" w:rsidRDefault="00E9168C" w:rsidP="00E9168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Pr="00CB3E68">
              <w:t xml:space="preserve">roduce detailed reports on </w:t>
            </w:r>
            <w:r w:rsidRPr="00E9168C">
              <w:t xml:space="preserve">the outcomes of the pest and disease assessment </w:t>
            </w:r>
          </w:p>
        </w:tc>
      </w:tr>
      <w:tr w:rsidR="00E9168C" w:rsidRPr="00336FCA" w:rsidDel="00423CB2" w14:paraId="03BB9C6A" w14:textId="77777777" w:rsidTr="00CA2922">
        <w:tc>
          <w:tcPr>
            <w:tcW w:w="1396" w:type="pct"/>
          </w:tcPr>
          <w:p w14:paraId="79F97EC7" w14:textId="559A4305" w:rsidR="00E9168C" w:rsidRPr="00E9168C" w:rsidRDefault="00E9168C" w:rsidP="00E9168C">
            <w:pPr>
              <w:pStyle w:val="SIText"/>
              <w:rPr>
                <w:rStyle w:val="SITemporaryText-red"/>
              </w:rPr>
            </w:pPr>
            <w:r w:rsidRPr="00CB3E68">
              <w:t>Oral communication</w:t>
            </w:r>
          </w:p>
        </w:tc>
        <w:tc>
          <w:tcPr>
            <w:tcW w:w="3604" w:type="pct"/>
          </w:tcPr>
          <w:p w14:paraId="4DAD12EB" w14:textId="01A8EF78" w:rsidR="00E9168C" w:rsidRPr="00E9168C" w:rsidRDefault="00E9168C" w:rsidP="00E9168C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  <w:rFonts w:eastAsia="Calibri"/>
              </w:rPr>
            </w:pPr>
            <w:r>
              <w:t>A</w:t>
            </w:r>
            <w:r w:rsidRPr="00730311">
              <w:t xml:space="preserve">sk open and closed questions and use active listening techniques to </w:t>
            </w:r>
            <w:r w:rsidRPr="00E9168C">
              <w:t>gather information related to the presence and level of pests and diseases within a forest area</w:t>
            </w:r>
            <w:r w:rsidRPr="00E9168C" w:rsidDel="00C13A2E">
              <w:t xml:space="preserve"> </w:t>
            </w:r>
          </w:p>
        </w:tc>
      </w:tr>
      <w:tr w:rsidR="00E9168C" w:rsidRPr="00336FCA" w:rsidDel="00423CB2" w14:paraId="1A75861B" w14:textId="77777777" w:rsidTr="00F7293C">
        <w:trPr>
          <w:trHeight w:val="60"/>
        </w:trPr>
        <w:tc>
          <w:tcPr>
            <w:tcW w:w="1396" w:type="pct"/>
          </w:tcPr>
          <w:p w14:paraId="6B7383EF" w14:textId="7050D7B1" w:rsidR="00E9168C" w:rsidRPr="00CB3E68" w:rsidRDefault="00E9168C" w:rsidP="00E9168C">
            <w:pPr>
              <w:pStyle w:val="SIText"/>
            </w:pPr>
            <w:r w:rsidRPr="00CB3E68">
              <w:t>Numeracy</w:t>
            </w:r>
          </w:p>
        </w:tc>
        <w:tc>
          <w:tcPr>
            <w:tcW w:w="3604" w:type="pct"/>
          </w:tcPr>
          <w:p w14:paraId="49995598" w14:textId="5ABE78C7" w:rsidR="00E9168C" w:rsidRPr="00CB3E68" w:rsidRDefault="00E9168C" w:rsidP="00E9168C">
            <w:pPr>
              <w:pStyle w:val="SIBulletList1"/>
            </w:pPr>
            <w:r>
              <w:t>I</w:t>
            </w:r>
            <w:r w:rsidRPr="00CB3E68">
              <w:t xml:space="preserve">nterpret complex numerical data </w:t>
            </w:r>
            <w:r w:rsidRPr="001C5275">
              <w:t xml:space="preserve">relating to </w:t>
            </w:r>
            <w:r w:rsidRPr="004C1FFC">
              <w:t>the presence and level of pests and diseases within a forest area</w:t>
            </w:r>
            <w:r w:rsidRPr="00C13A2E">
              <w:t xml:space="preserve"> 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F37F5" w:rsidRPr="00E9168C" w14:paraId="7449DA1D" w14:textId="77777777" w:rsidTr="00F33FF2">
        <w:tc>
          <w:tcPr>
            <w:tcW w:w="1028" w:type="pct"/>
          </w:tcPr>
          <w:p w14:paraId="3CC8BD20" w14:textId="75421DC3" w:rsidR="003F37F5" w:rsidRPr="00E9168C" w:rsidRDefault="003F37F5" w:rsidP="00E9168C">
            <w:pPr>
              <w:pStyle w:val="SIText"/>
            </w:pPr>
            <w:r w:rsidRPr="00E9168C">
              <w:t>FWPFGM</w:t>
            </w:r>
            <w:r w:rsidR="00AE7DC4" w:rsidRPr="00E9168C">
              <w:t>4</w:t>
            </w:r>
            <w:r w:rsidRPr="00E9168C">
              <w:t xml:space="preserve">XXX Plan for and coordinate a pests and diseases </w:t>
            </w:r>
            <w:proofErr w:type="gramStart"/>
            <w:r w:rsidRPr="00E9168C">
              <w:t>assessment</w:t>
            </w:r>
            <w:proofErr w:type="gramEnd"/>
          </w:p>
          <w:p w14:paraId="09E49E25" w14:textId="582C61E1" w:rsidR="003F37F5" w:rsidRPr="00E9168C" w:rsidRDefault="003F37F5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013BE51C" w14:textId="5ACAA970" w:rsidR="003F37F5" w:rsidRPr="00E9168C" w:rsidRDefault="003F37F5" w:rsidP="00E9168C">
            <w:pPr>
              <w:pStyle w:val="SIText"/>
            </w:pPr>
            <w:r w:rsidRPr="00E9168C">
              <w:t xml:space="preserve">FWPFGM4204 Conduct a pests and diseases </w:t>
            </w:r>
            <w:proofErr w:type="gramStart"/>
            <w:r w:rsidRPr="00E9168C">
              <w:t>assessment</w:t>
            </w:r>
            <w:proofErr w:type="gramEnd"/>
          </w:p>
          <w:p w14:paraId="2293AA64" w14:textId="39B3CAAF" w:rsidR="003F37F5" w:rsidRPr="00E9168C" w:rsidRDefault="003F37F5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0B3BC037" w14:textId="41735C2A" w:rsidR="003F37F5" w:rsidRDefault="003F37F5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168C">
              <w:rPr>
                <w:rStyle w:val="SITemporaryText-red"/>
                <w:color w:val="auto"/>
                <w:sz w:val="20"/>
              </w:rPr>
              <w:t>New title</w:t>
            </w:r>
          </w:p>
          <w:p w14:paraId="01A380C4" w14:textId="77777777" w:rsidR="00E9168C" w:rsidRPr="00E9168C" w:rsidRDefault="00E9168C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811C257" w14:textId="77777777" w:rsidR="00E9168C" w:rsidRDefault="003F37F5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168C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2D54FD" w:rsidRPr="00E9168C">
              <w:rPr>
                <w:rStyle w:val="SITemporaryText-red"/>
                <w:color w:val="auto"/>
                <w:sz w:val="20"/>
              </w:rPr>
              <w:t xml:space="preserve">Elements and Performance Criteria </w:t>
            </w:r>
          </w:p>
          <w:p w14:paraId="0E49AEC3" w14:textId="788F99F2" w:rsidR="003F37F5" w:rsidRPr="00E9168C" w:rsidRDefault="003F37F5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168C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3BC22BD5" w14:textId="1C595880" w:rsidR="003F37F5" w:rsidRDefault="003F37F5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168C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2AA4F89F" w14:textId="77777777" w:rsidR="00E9168C" w:rsidRPr="00E9168C" w:rsidRDefault="00E9168C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01FCB95B" w:rsidR="003F37F5" w:rsidRPr="00E9168C" w:rsidRDefault="003F37F5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168C">
              <w:rPr>
                <w:rStyle w:val="SITemporaryText-red"/>
                <w:color w:val="auto"/>
                <w:sz w:val="20"/>
              </w:rPr>
              <w:t>Revised Assessment Conditions</w:t>
            </w:r>
            <w:r w:rsidRPr="00E9168C" w:rsidDel="00EA78E7">
              <w:rPr>
                <w:rStyle w:val="SITemporaryText-red"/>
                <w:color w:val="auto"/>
                <w:sz w:val="20"/>
              </w:rPr>
              <w:t xml:space="preserve"> </w:t>
            </w:r>
            <w:r w:rsidR="002D54FD" w:rsidRPr="00E9168C">
              <w:rPr>
                <w:rStyle w:val="SITemporaryText-red"/>
                <w:color w:val="auto"/>
                <w:sz w:val="20"/>
              </w:rPr>
              <w:t xml:space="preserve">in line with requirements of Standards for Training Packages </w:t>
            </w:r>
          </w:p>
        </w:tc>
        <w:tc>
          <w:tcPr>
            <w:tcW w:w="1616" w:type="pct"/>
          </w:tcPr>
          <w:p w14:paraId="057CAEE7" w14:textId="77777777" w:rsidR="003F37F5" w:rsidRPr="00E9168C" w:rsidRDefault="003F37F5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168C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1F8B544D" w:rsidR="003F37F5" w:rsidRPr="00E9168C" w:rsidRDefault="003F37F5" w:rsidP="00E9168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2D49DA" w14:paraId="7EFB7203" w14:textId="77777777" w:rsidTr="00F33FF2">
        <w:tc>
          <w:tcPr>
            <w:tcW w:w="1028" w:type="pct"/>
          </w:tcPr>
          <w:p w14:paraId="6B803FA7" w14:textId="67B5F9F7" w:rsidR="002D49DA" w:rsidRPr="002D49DA" w:rsidRDefault="002D49DA" w:rsidP="002D49DA">
            <w:pPr>
              <w:pStyle w:val="SIText"/>
            </w:pPr>
          </w:p>
        </w:tc>
        <w:tc>
          <w:tcPr>
            <w:tcW w:w="1105" w:type="pct"/>
          </w:tcPr>
          <w:p w14:paraId="3216D365" w14:textId="19F464B1" w:rsidR="002D49DA" w:rsidRPr="002D49DA" w:rsidRDefault="002D49DA" w:rsidP="002D49DA">
            <w:pPr>
              <w:pStyle w:val="SIText"/>
            </w:pPr>
          </w:p>
        </w:tc>
        <w:tc>
          <w:tcPr>
            <w:tcW w:w="1251" w:type="pct"/>
          </w:tcPr>
          <w:p w14:paraId="30B8888F" w14:textId="35BFCBA6" w:rsidR="002D49DA" w:rsidRPr="002D49DA" w:rsidRDefault="002D49DA" w:rsidP="002D49DA">
            <w:pPr>
              <w:pStyle w:val="SIText"/>
              <w:rPr>
                <w:rStyle w:val="SITemporaryText-blue"/>
              </w:rPr>
            </w:pPr>
          </w:p>
        </w:tc>
        <w:tc>
          <w:tcPr>
            <w:tcW w:w="1616" w:type="pct"/>
          </w:tcPr>
          <w:p w14:paraId="325B98A3" w14:textId="2511C503" w:rsidR="002D49DA" w:rsidRPr="002D49DA" w:rsidRDefault="002D49DA" w:rsidP="002D49DA">
            <w:pPr>
              <w:pStyle w:val="SIText"/>
              <w:rPr>
                <w:rStyle w:val="SITemporaryText-blue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4754BFC9" w:rsidR="00572E61" w:rsidRDefault="00572E61" w:rsidP="005F771F">
      <w:pPr>
        <w:pStyle w:val="SIText"/>
      </w:pPr>
    </w:p>
    <w:p w14:paraId="194E64C7" w14:textId="77777777" w:rsidR="00572E61" w:rsidRDefault="00572E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F2DC49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C1FFC" w:rsidRPr="004C1FFC">
              <w:t>FWPFGM</w:t>
            </w:r>
            <w:r w:rsidR="00AE7DC4">
              <w:t>4</w:t>
            </w:r>
            <w:r w:rsidR="00F72658">
              <w:t>XXX</w:t>
            </w:r>
            <w:r w:rsidR="004C1FFC" w:rsidRPr="004C1FFC">
              <w:t xml:space="preserve"> </w:t>
            </w:r>
            <w:r w:rsidR="00F72658">
              <w:t xml:space="preserve">Plan for and coordinate </w:t>
            </w:r>
            <w:r w:rsidR="00F72658" w:rsidRPr="00F72658">
              <w:t>a pests and diseases assessment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003C0A3A" w14:textId="77777777" w:rsidR="002F1CB8" w:rsidRPr="00F7293C" w:rsidRDefault="002F1CB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293C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F7293C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F7293C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1A60F34B" w14:textId="77777777" w:rsidR="002F1CB8" w:rsidRPr="00F7293C" w:rsidRDefault="002F1CB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4623BC6" w14:textId="3235F481" w:rsidR="002F1CB8" w:rsidRPr="00302D72" w:rsidRDefault="002F1CB8" w:rsidP="00302D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02D72">
              <w:rPr>
                <w:rStyle w:val="SITemporaryText-red"/>
                <w:color w:val="auto"/>
                <w:sz w:val="20"/>
              </w:rPr>
              <w:t>There must be evidence that</w:t>
            </w:r>
            <w:r w:rsidR="00302D72" w:rsidRPr="00302D72">
              <w:rPr>
                <w:rStyle w:val="SITemporaryText-red"/>
                <w:color w:val="auto"/>
                <w:sz w:val="20"/>
              </w:rPr>
              <w:t>,</w:t>
            </w:r>
            <w:r w:rsidRPr="00302D72">
              <w:rPr>
                <w:rStyle w:val="SITemporaryText-red"/>
                <w:color w:val="auto"/>
                <w:sz w:val="20"/>
              </w:rPr>
              <w:t xml:space="preserve"> </w:t>
            </w:r>
            <w:r w:rsidR="00302D72" w:rsidRPr="00302D72">
              <w:rPr>
                <w:rStyle w:val="SITemporaryText-red"/>
                <w:color w:val="auto"/>
                <w:sz w:val="20"/>
              </w:rPr>
              <w:t>on one occasion</w:t>
            </w:r>
            <w:r w:rsidR="00302D72" w:rsidRPr="00302D72">
              <w:rPr>
                <w:rStyle w:val="SITemporaryText-red"/>
                <w:color w:val="auto"/>
                <w:sz w:val="20"/>
              </w:rPr>
              <w:t xml:space="preserve">, </w:t>
            </w:r>
            <w:r w:rsidRPr="00302D72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0A50BD21" w14:textId="11E8FB6C" w:rsidR="004C1FFC" w:rsidRPr="004C1FFC" w:rsidRDefault="004C1FFC" w:rsidP="004C1FFC">
            <w:pPr>
              <w:pStyle w:val="SIBulletList1"/>
            </w:pPr>
            <w:r w:rsidRPr="004C1FFC">
              <w:t>follow</w:t>
            </w:r>
            <w:r w:rsidR="002F1CB8">
              <w:t>ed</w:t>
            </w:r>
            <w:r w:rsidRPr="004C1FFC">
              <w:t xml:space="preserve"> </w:t>
            </w:r>
            <w:r w:rsidR="002F1CB8">
              <w:t>workplace</w:t>
            </w:r>
            <w:r w:rsidR="002F1CB8" w:rsidRPr="004C1FFC">
              <w:t xml:space="preserve"> </w:t>
            </w:r>
            <w:r w:rsidRPr="004C1FFC">
              <w:t xml:space="preserve">policies and procedures relevant to conducting a pests and diseases </w:t>
            </w:r>
            <w:proofErr w:type="gramStart"/>
            <w:r w:rsidRPr="004C1FFC">
              <w:t>assessment</w:t>
            </w:r>
            <w:proofErr w:type="gramEnd"/>
          </w:p>
          <w:p w14:paraId="5674622B" w14:textId="12B398B5" w:rsidR="004C1FFC" w:rsidRPr="004C1FFC" w:rsidRDefault="004C1FFC" w:rsidP="004C1FFC">
            <w:pPr>
              <w:pStyle w:val="SIBulletList1"/>
            </w:pPr>
            <w:r w:rsidRPr="004C1FFC">
              <w:t>identif</w:t>
            </w:r>
            <w:r w:rsidR="002F1CB8">
              <w:t>ied</w:t>
            </w:r>
            <w:r w:rsidRPr="004C1FFC">
              <w:t xml:space="preserve"> the physical, biological, and environmental indicators of the presence of pests and diseases in a </w:t>
            </w:r>
            <w:proofErr w:type="gramStart"/>
            <w:r w:rsidRPr="004C1FFC">
              <w:t>forest</w:t>
            </w:r>
            <w:proofErr w:type="gramEnd"/>
          </w:p>
          <w:p w14:paraId="49E6FAE4" w14:textId="0EF61F9D" w:rsidR="004C1FFC" w:rsidRPr="004C1FFC" w:rsidRDefault="004C1FFC" w:rsidP="004C1FFC">
            <w:pPr>
              <w:pStyle w:val="SIBulletList1"/>
            </w:pPr>
            <w:r w:rsidRPr="004C1FFC">
              <w:t xml:space="preserve">accurately and safely </w:t>
            </w:r>
            <w:r w:rsidR="00DA6B56">
              <w:t>determined the level and presence of pests and diseases</w:t>
            </w:r>
            <w:r w:rsidRPr="004C1FFC">
              <w:t xml:space="preserve"> in a sample </w:t>
            </w:r>
            <w:proofErr w:type="gramStart"/>
            <w:r w:rsidRPr="004C1FFC">
              <w:t>area</w:t>
            </w:r>
            <w:proofErr w:type="gramEnd"/>
          </w:p>
          <w:p w14:paraId="3D33CC8D" w14:textId="6077C2E7" w:rsidR="004C1FFC" w:rsidRPr="004C1FFC" w:rsidRDefault="004C1FFC" w:rsidP="004C1FFC">
            <w:pPr>
              <w:pStyle w:val="SIBulletList1"/>
            </w:pPr>
            <w:r w:rsidRPr="004C1FFC">
              <w:t>coordinate</w:t>
            </w:r>
            <w:r w:rsidR="00DA6B56">
              <w:t>d</w:t>
            </w:r>
            <w:r w:rsidRPr="004C1FFC">
              <w:t xml:space="preserve"> people, resources and equipment for </w:t>
            </w:r>
            <w:r w:rsidR="006C428D">
              <w:t>a</w:t>
            </w:r>
            <w:r w:rsidRPr="004C1FFC">
              <w:t xml:space="preserve"> pest and disease</w:t>
            </w:r>
            <w:r w:rsidR="006C428D">
              <w:t xml:space="preserve"> assessment in a forested </w:t>
            </w:r>
            <w:proofErr w:type="gramStart"/>
            <w:r w:rsidR="006C428D">
              <w:t>area</w:t>
            </w:r>
            <w:proofErr w:type="gramEnd"/>
          </w:p>
          <w:p w14:paraId="073B2141" w14:textId="2C1E2418" w:rsidR="004C1FFC" w:rsidRPr="004C1FFC" w:rsidRDefault="004C1FFC" w:rsidP="004C1FFC">
            <w:pPr>
              <w:pStyle w:val="SIBulletList1"/>
            </w:pPr>
            <w:r w:rsidRPr="004C1FFC">
              <w:t>identif</w:t>
            </w:r>
            <w:r w:rsidR="006C428D">
              <w:t>ied</w:t>
            </w:r>
            <w:r w:rsidRPr="004C1FFC">
              <w:t xml:space="preserve"> </w:t>
            </w:r>
            <w:r w:rsidR="00552E98">
              <w:t>ways of im</w:t>
            </w:r>
            <w:r w:rsidR="00552E98" w:rsidRPr="00552E98">
              <w:t>proving</w:t>
            </w:r>
            <w:r w:rsidR="00552E98">
              <w:t xml:space="preserve"> </w:t>
            </w:r>
            <w:r w:rsidRPr="004C1FFC">
              <w:t>pest and disease</w:t>
            </w:r>
            <w:r w:rsidR="00552E98">
              <w:t xml:space="preserve"> </w:t>
            </w:r>
            <w:proofErr w:type="gramStart"/>
            <w:r w:rsidR="00552E98">
              <w:t>assessment</w:t>
            </w:r>
            <w:proofErr w:type="gramEnd"/>
          </w:p>
          <w:p w14:paraId="027780E6" w14:textId="29D7C1A7" w:rsidR="004C1FFC" w:rsidRPr="004C1FFC" w:rsidRDefault="004C1FFC" w:rsidP="004C1FFC">
            <w:pPr>
              <w:pStyle w:val="SIBulletList1"/>
            </w:pPr>
            <w:r w:rsidRPr="004C1FFC">
              <w:t>accurately interpret</w:t>
            </w:r>
            <w:r w:rsidR="00552E98">
              <w:t>ed</w:t>
            </w:r>
            <w:r w:rsidRPr="004C1FFC">
              <w:t xml:space="preserve"> data on pests and diseases</w:t>
            </w:r>
          </w:p>
          <w:p w14:paraId="3F4E2EAA" w14:textId="52A889A5" w:rsidR="00556C4C" w:rsidRPr="000754EC" w:rsidRDefault="004C1FFC" w:rsidP="004C1FFC">
            <w:pPr>
              <w:pStyle w:val="SIBulletList1"/>
            </w:pPr>
            <w:r w:rsidRPr="004C1FFC">
              <w:t>record</w:t>
            </w:r>
            <w:r w:rsidR="00552E98">
              <w:t>ed</w:t>
            </w:r>
            <w:r w:rsidRPr="004C1FFC">
              <w:t xml:space="preserve"> and report</w:t>
            </w:r>
            <w:r w:rsidR="00552E98">
              <w:t>ed</w:t>
            </w:r>
            <w:r w:rsidRPr="004C1FFC">
              <w:t xml:space="preserve"> on the outcomes of an assessment of pests and diseases.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F7293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293C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F7293C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F7293C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1D29709" w14:textId="65B756E2" w:rsidR="004C1FFC" w:rsidRPr="004C1FFC" w:rsidRDefault="004C1FFC" w:rsidP="004C1FFC">
            <w:pPr>
              <w:pStyle w:val="SIBulletList1"/>
            </w:pPr>
            <w:r w:rsidRPr="004C1FFC">
              <w:t xml:space="preserve">applicable </w:t>
            </w:r>
            <w:r w:rsidR="00F70226">
              <w:t>C</w:t>
            </w:r>
            <w:r w:rsidRPr="004C1FFC">
              <w:t xml:space="preserve">ommonwealth, state or territory legislation, regulations, standards, codes of practice and established safe practices for conducting pest and disease </w:t>
            </w:r>
            <w:proofErr w:type="gramStart"/>
            <w:r w:rsidRPr="004C1FFC">
              <w:t>assessment</w:t>
            </w:r>
            <w:proofErr w:type="gramEnd"/>
          </w:p>
          <w:p w14:paraId="36F9214B" w14:textId="77777777" w:rsidR="004C1FFC" w:rsidRPr="004C1FFC" w:rsidRDefault="004C1FFC" w:rsidP="004C1FFC">
            <w:pPr>
              <w:pStyle w:val="SIBulletList1"/>
            </w:pPr>
            <w:r w:rsidRPr="004C1FFC">
              <w:t>environmental protection requirements in relation to conducting a pests and diseases assessment</w:t>
            </w:r>
          </w:p>
          <w:p w14:paraId="0E7EF8D1" w14:textId="0D189917" w:rsidR="004C1FFC" w:rsidRPr="004C1FFC" w:rsidRDefault="00A9333E" w:rsidP="004C1FFC">
            <w:pPr>
              <w:pStyle w:val="SIBulletList1"/>
            </w:pPr>
            <w:r>
              <w:t xml:space="preserve">workplace </w:t>
            </w:r>
            <w:r w:rsidR="004C1FFC" w:rsidRPr="004C1FFC">
              <w:t xml:space="preserve">policies and procedures for conducting pest and disease </w:t>
            </w:r>
            <w:proofErr w:type="gramStart"/>
            <w:r w:rsidR="004C1FFC" w:rsidRPr="004C1FFC">
              <w:t>assessment</w:t>
            </w:r>
            <w:proofErr w:type="gramEnd"/>
          </w:p>
          <w:p w14:paraId="381C10BD" w14:textId="77777777" w:rsidR="004C1FFC" w:rsidRPr="004C1FFC" w:rsidRDefault="004C1FFC" w:rsidP="004C1FFC">
            <w:pPr>
              <w:pStyle w:val="SIBulletList1"/>
            </w:pPr>
            <w:r w:rsidRPr="004C1FFC">
              <w:t>types of pests and diseases including:</w:t>
            </w:r>
          </w:p>
          <w:p w14:paraId="27BAFFF3" w14:textId="075910EB" w:rsidR="004C1FFC" w:rsidRPr="004C1FFC" w:rsidRDefault="00044CE1" w:rsidP="004C1FFC">
            <w:pPr>
              <w:pStyle w:val="SIBulletList2"/>
            </w:pPr>
            <w:r>
              <w:t>f</w:t>
            </w:r>
            <w:r w:rsidR="004C1FFC" w:rsidRPr="004C1FFC">
              <w:t>auna, including avian fauna, rodents, feral cats</w:t>
            </w:r>
            <w:r w:rsidR="00137C65">
              <w:t>,</w:t>
            </w:r>
            <w:r w:rsidR="004C1FFC" w:rsidRPr="004C1FFC">
              <w:t xml:space="preserve"> wild dogs and </w:t>
            </w:r>
            <w:proofErr w:type="gramStart"/>
            <w:r w:rsidR="004C1FFC" w:rsidRPr="004C1FFC">
              <w:t>insects</w:t>
            </w:r>
            <w:proofErr w:type="gramEnd"/>
          </w:p>
          <w:p w14:paraId="4BF9C639" w14:textId="0FF79286" w:rsidR="004C1FFC" w:rsidRPr="004C1FFC" w:rsidRDefault="00044CE1" w:rsidP="004C1FFC">
            <w:pPr>
              <w:pStyle w:val="SIBulletList2"/>
            </w:pPr>
            <w:r>
              <w:t>f</w:t>
            </w:r>
            <w:r w:rsidR="004C1FFC" w:rsidRPr="004C1FFC">
              <w:t xml:space="preserve">lora including weeds and </w:t>
            </w:r>
            <w:r w:rsidR="00137C65">
              <w:t>invasive</w:t>
            </w:r>
            <w:r w:rsidR="00137C65" w:rsidRPr="004C1FFC">
              <w:t xml:space="preserve"> </w:t>
            </w:r>
            <w:r w:rsidR="004C1FFC" w:rsidRPr="004C1FFC">
              <w:t xml:space="preserve">plants and diseases that affect </w:t>
            </w:r>
            <w:proofErr w:type="gramStart"/>
            <w:r w:rsidR="004C1FFC" w:rsidRPr="004C1FFC">
              <w:t>plants</w:t>
            </w:r>
            <w:proofErr w:type="gramEnd"/>
          </w:p>
          <w:p w14:paraId="48365458" w14:textId="77777777" w:rsidR="004C1FFC" w:rsidRPr="004C1FFC" w:rsidRDefault="004C1FFC" w:rsidP="004C1FFC">
            <w:pPr>
              <w:pStyle w:val="SIBulletList1"/>
            </w:pPr>
            <w:r w:rsidRPr="004C1FFC">
              <w:t>methods and techniques to assess animal populations, diseases, pests and weeds</w:t>
            </w:r>
          </w:p>
          <w:p w14:paraId="674E936D" w14:textId="77777777" w:rsidR="004C1FFC" w:rsidRPr="004C1FFC" w:rsidRDefault="004C1FFC" w:rsidP="004C1FFC">
            <w:pPr>
              <w:pStyle w:val="SIBulletList1"/>
            </w:pPr>
            <w:r w:rsidRPr="004C1FFC">
              <w:t>methods for measuring and collecting data on pests and diseases</w:t>
            </w:r>
          </w:p>
          <w:p w14:paraId="4C7AA62C" w14:textId="635762E7" w:rsidR="004C1FFC" w:rsidRPr="004C1FFC" w:rsidRDefault="004C1FFC" w:rsidP="004C1FFC">
            <w:pPr>
              <w:pStyle w:val="SIBulletList1"/>
            </w:pPr>
            <w:r w:rsidRPr="004C1FFC">
              <w:t>safe use and application of tools and equipment used to conduct a pest</w:t>
            </w:r>
            <w:r w:rsidR="00807E68">
              <w:t>s</w:t>
            </w:r>
            <w:r w:rsidRPr="004C1FFC">
              <w:t xml:space="preserve"> and disease</w:t>
            </w:r>
            <w:r w:rsidR="00807E68">
              <w:t>s</w:t>
            </w:r>
            <w:r w:rsidRPr="004C1FFC">
              <w:t xml:space="preserve"> assessment</w:t>
            </w:r>
          </w:p>
          <w:p w14:paraId="594042BC" w14:textId="458CFCDA" w:rsidR="00F1480E" w:rsidRPr="000754EC" w:rsidRDefault="004C1FFC" w:rsidP="004C1FFC">
            <w:pPr>
              <w:pStyle w:val="SIBulletList1"/>
            </w:pPr>
            <w:r w:rsidRPr="004C1FFC">
              <w:t>procedures to obtain a permit or licence to conduct a</w:t>
            </w:r>
            <w:r w:rsidR="00C53CEC">
              <w:t xml:space="preserve"> pest and diseases </w:t>
            </w:r>
            <w:r w:rsidRPr="004C1FFC">
              <w:t>assessment</w:t>
            </w:r>
            <w:r w:rsidR="00F7022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96BE7AF" w14:textId="77777777" w:rsidR="00ED5241" w:rsidRPr="00F7293C" w:rsidRDefault="00ED524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293C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BA41EC8" w14:textId="77777777" w:rsidR="00ED5241" w:rsidRPr="00F7293C" w:rsidRDefault="00ED52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7293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123DC250" w14:textId="4CCD1C46" w:rsidR="00ED5241" w:rsidRPr="00F7293C" w:rsidRDefault="00ED524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7293C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F7293C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66544104" w14:textId="77777777" w:rsidR="00ED5241" w:rsidRPr="00F7293C" w:rsidRDefault="00ED52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7293C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0248582" w14:textId="77777777" w:rsidR="001B4C69" w:rsidRPr="001B4C69" w:rsidRDefault="001B4C69" w:rsidP="00F7293C">
            <w:pPr>
              <w:pStyle w:val="SIBulletList2"/>
            </w:pPr>
            <w:r w:rsidRPr="004C1FFC">
              <w:t>forest site suitable to conduct a pest and disease assessment</w:t>
            </w:r>
          </w:p>
          <w:p w14:paraId="7ACBEC6C" w14:textId="77777777" w:rsidR="00ED5241" w:rsidRPr="00F7293C" w:rsidRDefault="00ED524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7293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7986BE4" w14:textId="56FB1B34" w:rsidR="00AA70B1" w:rsidRDefault="00AA70B1" w:rsidP="00AA70B1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</w:p>
          <w:p w14:paraId="342716C5" w14:textId="54AD4364" w:rsidR="00ED5241" w:rsidRDefault="00ED5241" w:rsidP="00ED5241">
            <w:pPr>
              <w:pStyle w:val="SIBulletList2"/>
            </w:pPr>
            <w:r>
              <w:t>workplace</w:t>
            </w:r>
            <w:r w:rsidRPr="00ED5241">
              <w:t xml:space="preserve"> policies and procedures relevant to </w:t>
            </w:r>
            <w:r w:rsidRPr="004C1FFC">
              <w:t>pest and disease assessment</w:t>
            </w:r>
            <w:r w:rsidR="00AA70B1">
              <w:t>.</w:t>
            </w:r>
          </w:p>
          <w:p w14:paraId="15FF2BD2" w14:textId="77777777" w:rsidR="00AA70B1" w:rsidRPr="00ED5241" w:rsidRDefault="00AA70B1" w:rsidP="00AA70B1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570E4D23" w:rsidR="00DA54B5" w:rsidRPr="00DD3C1C" w:rsidRDefault="00ED5241" w:rsidP="00F7293C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2D54F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02FE0" w14:textId="77777777" w:rsidR="00E6194E" w:rsidRDefault="00E6194E" w:rsidP="00BF3F0A">
      <w:r>
        <w:separator/>
      </w:r>
    </w:p>
    <w:p w14:paraId="6C995CDE" w14:textId="77777777" w:rsidR="00E6194E" w:rsidRDefault="00E6194E"/>
  </w:endnote>
  <w:endnote w:type="continuationSeparator" w:id="0">
    <w:p w14:paraId="7A2A2FC9" w14:textId="77777777" w:rsidR="00E6194E" w:rsidRDefault="00E6194E" w:rsidP="00BF3F0A">
      <w:r>
        <w:continuationSeparator/>
      </w:r>
    </w:p>
    <w:p w14:paraId="3F782050" w14:textId="77777777" w:rsidR="00E6194E" w:rsidRDefault="00E619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24455" w14:textId="77777777" w:rsidR="00F7293C" w:rsidRDefault="00F729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ACE86" w14:textId="77777777" w:rsidR="00F7293C" w:rsidRDefault="00F729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F266" w14:textId="77777777" w:rsidR="00E6194E" w:rsidRDefault="00E6194E" w:rsidP="00BF3F0A">
      <w:r>
        <w:separator/>
      </w:r>
    </w:p>
    <w:p w14:paraId="336C2D0A" w14:textId="77777777" w:rsidR="00E6194E" w:rsidRDefault="00E6194E"/>
  </w:footnote>
  <w:footnote w:type="continuationSeparator" w:id="0">
    <w:p w14:paraId="5F0A30C4" w14:textId="77777777" w:rsidR="00E6194E" w:rsidRDefault="00E6194E" w:rsidP="00BF3F0A">
      <w:r>
        <w:continuationSeparator/>
      </w:r>
    </w:p>
    <w:p w14:paraId="24FDCB10" w14:textId="77777777" w:rsidR="00E6194E" w:rsidRDefault="00E619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B23EA" w14:textId="77777777" w:rsidR="00F7293C" w:rsidRDefault="00F729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DE1C5A4" w:rsidR="009C2650" w:rsidRPr="004C1FFC" w:rsidRDefault="00AE7DC4" w:rsidP="004C1FFC">
    <w:r w:rsidRPr="00AE7DC4">
      <w:t xml:space="preserve"> FWPFGM4XXX</w:t>
    </w:r>
    <w:r w:rsidR="00F7293C">
      <w:t xml:space="preserve"> </w:t>
    </w:r>
    <w:r w:rsidR="00F72658">
      <w:t xml:space="preserve">Plan for and coordinate </w:t>
    </w:r>
    <w:r w:rsidR="004C1FFC" w:rsidRPr="004C1FFC">
      <w:t xml:space="preserve">a pests and diseases </w:t>
    </w:r>
    <w:proofErr w:type="gramStart"/>
    <w:r w:rsidR="004C1FFC" w:rsidRPr="004C1FFC">
      <w:t>assessment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1E1B" w14:textId="77777777" w:rsidR="00F7293C" w:rsidRDefault="00F729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A211038"/>
    <w:multiLevelType w:val="multilevel"/>
    <w:tmpl w:val="E8385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93F64"/>
    <w:multiLevelType w:val="multilevel"/>
    <w:tmpl w:val="1CE4C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92256"/>
    <w:multiLevelType w:val="multilevel"/>
    <w:tmpl w:val="C92C2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1A3380"/>
    <w:multiLevelType w:val="multilevel"/>
    <w:tmpl w:val="F3F82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032B2D"/>
    <w:multiLevelType w:val="multilevel"/>
    <w:tmpl w:val="3056D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8927D8"/>
    <w:multiLevelType w:val="multilevel"/>
    <w:tmpl w:val="6568E7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LE0MrA0MDMEspR0lIJTi4sz8/NACgxrAQlkf3csAAAA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3992"/>
    <w:rsid w:val="000275AE"/>
    <w:rsid w:val="00041E59"/>
    <w:rsid w:val="00044CE1"/>
    <w:rsid w:val="000452D5"/>
    <w:rsid w:val="00064BFE"/>
    <w:rsid w:val="00070B3E"/>
    <w:rsid w:val="00071F95"/>
    <w:rsid w:val="000737BB"/>
    <w:rsid w:val="000742F7"/>
    <w:rsid w:val="00074E47"/>
    <w:rsid w:val="000754EC"/>
    <w:rsid w:val="0009093B"/>
    <w:rsid w:val="000A5441"/>
    <w:rsid w:val="000B2022"/>
    <w:rsid w:val="000B4828"/>
    <w:rsid w:val="000B7A3B"/>
    <w:rsid w:val="000C149A"/>
    <w:rsid w:val="000C224E"/>
    <w:rsid w:val="000E25E6"/>
    <w:rsid w:val="000E2C86"/>
    <w:rsid w:val="000F29F2"/>
    <w:rsid w:val="00101659"/>
    <w:rsid w:val="00105AEA"/>
    <w:rsid w:val="001078BF"/>
    <w:rsid w:val="00117B88"/>
    <w:rsid w:val="00132A5A"/>
    <w:rsid w:val="00133957"/>
    <w:rsid w:val="001372F6"/>
    <w:rsid w:val="00137C65"/>
    <w:rsid w:val="00144385"/>
    <w:rsid w:val="00146EEC"/>
    <w:rsid w:val="00151D55"/>
    <w:rsid w:val="00151D76"/>
    <w:rsid w:val="00151D93"/>
    <w:rsid w:val="00156EF3"/>
    <w:rsid w:val="00176159"/>
    <w:rsid w:val="00176E4F"/>
    <w:rsid w:val="0018546B"/>
    <w:rsid w:val="001A436F"/>
    <w:rsid w:val="001A6A3E"/>
    <w:rsid w:val="001A7B6D"/>
    <w:rsid w:val="001B34D5"/>
    <w:rsid w:val="001B4C69"/>
    <w:rsid w:val="001B513A"/>
    <w:rsid w:val="001C0A75"/>
    <w:rsid w:val="001C1306"/>
    <w:rsid w:val="001C5275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CC4"/>
    <w:rsid w:val="002C55E9"/>
    <w:rsid w:val="002D0C8B"/>
    <w:rsid w:val="002D330A"/>
    <w:rsid w:val="002D49DA"/>
    <w:rsid w:val="002D54FD"/>
    <w:rsid w:val="002D730A"/>
    <w:rsid w:val="002E170C"/>
    <w:rsid w:val="002E180F"/>
    <w:rsid w:val="002E193E"/>
    <w:rsid w:val="002F1CB8"/>
    <w:rsid w:val="003009FF"/>
    <w:rsid w:val="00302D72"/>
    <w:rsid w:val="00305EFF"/>
    <w:rsid w:val="00310A6A"/>
    <w:rsid w:val="003144E6"/>
    <w:rsid w:val="00323D6D"/>
    <w:rsid w:val="00331EA5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37F5"/>
    <w:rsid w:val="004127E3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4A3C"/>
    <w:rsid w:val="00475172"/>
    <w:rsid w:val="004758B0"/>
    <w:rsid w:val="004832D2"/>
    <w:rsid w:val="00485559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2E98"/>
    <w:rsid w:val="00556C4C"/>
    <w:rsid w:val="00557369"/>
    <w:rsid w:val="00557D22"/>
    <w:rsid w:val="00564ADD"/>
    <w:rsid w:val="00567CBC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023"/>
    <w:rsid w:val="00684A59"/>
    <w:rsid w:val="00686A49"/>
    <w:rsid w:val="00687B62"/>
    <w:rsid w:val="00690C44"/>
    <w:rsid w:val="006969D9"/>
    <w:rsid w:val="006A2B68"/>
    <w:rsid w:val="006C2F32"/>
    <w:rsid w:val="006C428D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6F58B3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43"/>
    <w:rsid w:val="00752C75"/>
    <w:rsid w:val="00757005"/>
    <w:rsid w:val="00761DBE"/>
    <w:rsid w:val="0076523B"/>
    <w:rsid w:val="00771B60"/>
    <w:rsid w:val="00772B54"/>
    <w:rsid w:val="00781D77"/>
    <w:rsid w:val="00782A0B"/>
    <w:rsid w:val="00783549"/>
    <w:rsid w:val="007860B7"/>
    <w:rsid w:val="00786DC8"/>
    <w:rsid w:val="007A300D"/>
    <w:rsid w:val="007B5138"/>
    <w:rsid w:val="007D5A78"/>
    <w:rsid w:val="007E3BD1"/>
    <w:rsid w:val="007F1563"/>
    <w:rsid w:val="007F1EB2"/>
    <w:rsid w:val="007F44DB"/>
    <w:rsid w:val="007F5A8B"/>
    <w:rsid w:val="00807E68"/>
    <w:rsid w:val="00817D51"/>
    <w:rsid w:val="00823530"/>
    <w:rsid w:val="00823FF4"/>
    <w:rsid w:val="00830267"/>
    <w:rsid w:val="008306E7"/>
    <w:rsid w:val="008322BE"/>
    <w:rsid w:val="00834BC8"/>
    <w:rsid w:val="00835678"/>
    <w:rsid w:val="00837FD6"/>
    <w:rsid w:val="00847B60"/>
    <w:rsid w:val="00850243"/>
    <w:rsid w:val="00851BE5"/>
    <w:rsid w:val="008545EB"/>
    <w:rsid w:val="00864D26"/>
    <w:rsid w:val="00865011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014FA"/>
    <w:rsid w:val="00916CD7"/>
    <w:rsid w:val="0092080F"/>
    <w:rsid w:val="00920927"/>
    <w:rsid w:val="00921B38"/>
    <w:rsid w:val="00923720"/>
    <w:rsid w:val="009278C9"/>
    <w:rsid w:val="00932CD7"/>
    <w:rsid w:val="009418F7"/>
    <w:rsid w:val="00944C09"/>
    <w:rsid w:val="009527CB"/>
    <w:rsid w:val="00953835"/>
    <w:rsid w:val="00960F6C"/>
    <w:rsid w:val="0096475B"/>
    <w:rsid w:val="00970747"/>
    <w:rsid w:val="0099541D"/>
    <w:rsid w:val="00997BFC"/>
    <w:rsid w:val="009A5900"/>
    <w:rsid w:val="009A6E6C"/>
    <w:rsid w:val="009A6F3F"/>
    <w:rsid w:val="009B150D"/>
    <w:rsid w:val="009B331A"/>
    <w:rsid w:val="009C2650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0CC"/>
    <w:rsid w:val="00A92DD1"/>
    <w:rsid w:val="00A9333E"/>
    <w:rsid w:val="00AA5338"/>
    <w:rsid w:val="00AA5927"/>
    <w:rsid w:val="00AA70A4"/>
    <w:rsid w:val="00AA70B1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7DC4"/>
    <w:rsid w:val="00AF3957"/>
    <w:rsid w:val="00B0712C"/>
    <w:rsid w:val="00B12013"/>
    <w:rsid w:val="00B22C67"/>
    <w:rsid w:val="00B23D18"/>
    <w:rsid w:val="00B3508F"/>
    <w:rsid w:val="00B443EE"/>
    <w:rsid w:val="00B560C8"/>
    <w:rsid w:val="00B61150"/>
    <w:rsid w:val="00B65BC7"/>
    <w:rsid w:val="00B746B9"/>
    <w:rsid w:val="00B7650B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B0F"/>
    <w:rsid w:val="00BE0098"/>
    <w:rsid w:val="00BE5889"/>
    <w:rsid w:val="00BF1D4C"/>
    <w:rsid w:val="00BF3F0A"/>
    <w:rsid w:val="00C13A2E"/>
    <w:rsid w:val="00C143C3"/>
    <w:rsid w:val="00C1739B"/>
    <w:rsid w:val="00C21ADE"/>
    <w:rsid w:val="00C26067"/>
    <w:rsid w:val="00C30A29"/>
    <w:rsid w:val="00C317DC"/>
    <w:rsid w:val="00C53CEC"/>
    <w:rsid w:val="00C578E9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3C9"/>
    <w:rsid w:val="00D03685"/>
    <w:rsid w:val="00D07D4E"/>
    <w:rsid w:val="00D10AC8"/>
    <w:rsid w:val="00D115AA"/>
    <w:rsid w:val="00D145BE"/>
    <w:rsid w:val="00D2035A"/>
    <w:rsid w:val="00D20C57"/>
    <w:rsid w:val="00D211BA"/>
    <w:rsid w:val="00D25D16"/>
    <w:rsid w:val="00D32124"/>
    <w:rsid w:val="00D54C76"/>
    <w:rsid w:val="00D5668D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865"/>
    <w:rsid w:val="00DA3C10"/>
    <w:rsid w:val="00DA53B5"/>
    <w:rsid w:val="00DA54B5"/>
    <w:rsid w:val="00DA6B56"/>
    <w:rsid w:val="00DB09AF"/>
    <w:rsid w:val="00DB6B56"/>
    <w:rsid w:val="00DC1D69"/>
    <w:rsid w:val="00DC5A3A"/>
    <w:rsid w:val="00DD0726"/>
    <w:rsid w:val="00DD3C1C"/>
    <w:rsid w:val="00DE3DB1"/>
    <w:rsid w:val="00DE6E0D"/>
    <w:rsid w:val="00DF138A"/>
    <w:rsid w:val="00E12AD9"/>
    <w:rsid w:val="00E238E6"/>
    <w:rsid w:val="00E2602F"/>
    <w:rsid w:val="00E312BF"/>
    <w:rsid w:val="00E34CD8"/>
    <w:rsid w:val="00E35064"/>
    <w:rsid w:val="00E3681D"/>
    <w:rsid w:val="00E40225"/>
    <w:rsid w:val="00E46DDB"/>
    <w:rsid w:val="00E501F0"/>
    <w:rsid w:val="00E6166D"/>
    <w:rsid w:val="00E6194E"/>
    <w:rsid w:val="00E9168C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5241"/>
    <w:rsid w:val="00ED6C87"/>
    <w:rsid w:val="00EE04AC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0487"/>
    <w:rsid w:val="00F5616F"/>
    <w:rsid w:val="00F56451"/>
    <w:rsid w:val="00F56827"/>
    <w:rsid w:val="00F56906"/>
    <w:rsid w:val="00F62866"/>
    <w:rsid w:val="00F65EF0"/>
    <w:rsid w:val="00F70226"/>
    <w:rsid w:val="00F71651"/>
    <w:rsid w:val="00F72658"/>
    <w:rsid w:val="00F7293C"/>
    <w:rsid w:val="00F76191"/>
    <w:rsid w:val="00F76CC6"/>
    <w:rsid w:val="00F8149F"/>
    <w:rsid w:val="00F83D7C"/>
    <w:rsid w:val="00FB232E"/>
    <w:rsid w:val="00FB6B6E"/>
    <w:rsid w:val="00FC002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07DF-FC2C-4BD4-BFE9-3DC458914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c5f7a395-ead5-4a20-a97c-528bed93594b"/>
    <ds:schemaRef ds:uri="http://purl.org/dc/dcmitype/"/>
    <ds:schemaRef ds:uri="9e75435c-c636-47e8-8c1a-73b57ad86f99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74CB40-5EA5-4253-9121-8A8AEC0D1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192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84</cp:revision>
  <cp:lastPrinted>2016-05-27T05:21:00Z</cp:lastPrinted>
  <dcterms:created xsi:type="dcterms:W3CDTF">2020-08-25T06:08:00Z</dcterms:created>
  <dcterms:modified xsi:type="dcterms:W3CDTF">2021-05-07T21:07:00Z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